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9131C" w14:textId="342412C5" w:rsidR="00525119" w:rsidRDefault="00260C02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91008" behindDoc="0" locked="0" layoutInCell="1" allowOverlap="1" wp14:anchorId="7BF1A368" wp14:editId="3A29F0F8">
            <wp:simplePos x="0" y="0"/>
            <wp:positionH relativeFrom="column">
              <wp:posOffset>6111240</wp:posOffset>
            </wp:positionH>
            <wp:positionV relativeFrom="paragraph">
              <wp:posOffset>3897204</wp:posOffset>
            </wp:positionV>
            <wp:extent cx="572188" cy="40176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8CEB128" wp14:editId="520B15E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0E418777" wp14:editId="02F68E7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374EB2">
        <w:rPr>
          <w:rFonts w:ascii="Segoe Print" w:hAnsi="Segoe Print"/>
          <w:b/>
          <w:sz w:val="24"/>
        </w:rPr>
        <w:t>3</w:t>
      </w:r>
      <w:r w:rsidR="00730A9F">
        <w:rPr>
          <w:rFonts w:ascii="Segoe Print" w:hAnsi="Segoe Print"/>
          <w:b/>
          <w:sz w:val="24"/>
        </w:rPr>
        <w:t>1</w:t>
      </w:r>
      <w:r w:rsidR="00D51195" w:rsidRPr="0090117B">
        <w:rPr>
          <w:rFonts w:ascii="Segoe Print" w:hAnsi="Segoe Print"/>
          <w:b/>
          <w:sz w:val="24"/>
        </w:rPr>
        <w:t>.</w:t>
      </w:r>
      <w:r w:rsidR="008C10F7">
        <w:rPr>
          <w:rFonts w:ascii="Segoe Print" w:hAnsi="Segoe Print"/>
          <w:b/>
          <w:sz w:val="24"/>
        </w:rPr>
        <w:t>3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730A9F">
        <w:rPr>
          <w:rFonts w:ascii="Segoe Print" w:hAnsi="Segoe Print"/>
          <w:b/>
          <w:sz w:val="24"/>
        </w:rPr>
        <w:tab/>
      </w:r>
      <w:r w:rsidR="003B2A0C">
        <w:rPr>
          <w:rFonts w:ascii="Segoe Print" w:hAnsi="Segoe Print"/>
          <w:b/>
          <w:sz w:val="24"/>
        </w:rPr>
        <w:tab/>
      </w:r>
      <w:r w:rsidR="003B2A0C">
        <w:rPr>
          <w:rFonts w:ascii="Segoe Print" w:hAnsi="Segoe Print"/>
          <w:b/>
          <w:sz w:val="24"/>
        </w:rPr>
        <w:tab/>
      </w:r>
      <w:r w:rsidR="003B2A0C">
        <w:rPr>
          <w:rFonts w:ascii="Segoe Print" w:hAnsi="Segoe Print"/>
          <w:b/>
          <w:sz w:val="24"/>
        </w:rPr>
        <w:tab/>
      </w:r>
      <w:proofErr w:type="gramStart"/>
      <w:r w:rsidR="003B2A0C">
        <w:rPr>
          <w:rFonts w:ascii="Segoe Print" w:hAnsi="Segoe Print"/>
          <w:b/>
          <w:sz w:val="24"/>
        </w:rPr>
        <w:t>Non Calculator</w:t>
      </w:r>
      <w:proofErr w:type="gramEnd"/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63BEE419" w14:textId="1A1E9AE9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E20822" w:rsidRPr="000A63AF" w14:paraId="7C7E9FD7" w14:textId="77777777" w:rsidTr="000A2CDC">
        <w:trPr>
          <w:trHeight w:val="2121"/>
        </w:trPr>
        <w:tc>
          <w:tcPr>
            <w:tcW w:w="421" w:type="dxa"/>
            <w:tcBorders>
              <w:right w:val="nil"/>
            </w:tcBorders>
          </w:tcPr>
          <w:p w14:paraId="2D418580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379C9DA1" w14:textId="6698947F" w:rsidR="001D50D3" w:rsidRPr="000A15D0" w:rsidRDefault="00225DFD" w:rsidP="001D50D3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225DFD">
              <w:rPr>
                <w:rFonts w:ascii="Avenir Book" w:hAnsi="Avenir Book"/>
              </w:rPr>
              <w:drawing>
                <wp:anchor distT="0" distB="0" distL="114300" distR="114300" simplePos="0" relativeHeight="251700224" behindDoc="0" locked="0" layoutInCell="1" allowOverlap="1" wp14:anchorId="0685CA3F" wp14:editId="63B829B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61595</wp:posOffset>
                  </wp:positionV>
                  <wp:extent cx="903796" cy="1053296"/>
                  <wp:effectExtent l="0" t="0" r="0" b="1270"/>
                  <wp:wrapSquare wrapText="bothSides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796" cy="1053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087C">
              <w:rPr>
                <w:rFonts w:ascii="Avenir Book" w:hAnsi="Avenir Book"/>
              </w:rPr>
              <w:t>Calculate the area of the triangle:</w:t>
            </w:r>
          </w:p>
          <w:p w14:paraId="65D77EB7" w14:textId="773A2E95" w:rsidR="000A15D0" w:rsidRPr="000A15D0" w:rsidRDefault="000A15D0" w:rsidP="00374EB2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725206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4129D289" w14:textId="34A79C80" w:rsidR="008E22E3" w:rsidRPr="000A63AF" w:rsidRDefault="000A2CDC" w:rsidP="00B92D21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hAnsi="Avenir Book"/>
              </w:rPr>
              <w:t>There are 12 girls in a class of 30.  Write the ratio of girls to boys in its simplest form.</w:t>
            </w:r>
          </w:p>
        </w:tc>
      </w:tr>
      <w:tr w:rsidR="002E29DC" w:rsidRPr="00C240D5" w14:paraId="236AE8FD" w14:textId="77777777" w:rsidTr="004868DC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0C705A6" w14:textId="77777777" w:rsidR="002E29DC" w:rsidRPr="00C240D5" w:rsidRDefault="002E29DC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79EC8203" w14:textId="228FFCAA" w:rsidR="002E29DC" w:rsidRPr="00C240D5" w:rsidRDefault="005C0CD0" w:rsidP="00374EB2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Calculate </w:t>
            </w:r>
            <w:r w:rsidR="00AB09B9">
              <w:rPr>
                <w:rFonts w:ascii="Avenir Book" w:hAnsi="Avenir Book"/>
              </w:rPr>
              <w:t>23.8 x 32</w:t>
            </w:r>
          </w:p>
        </w:tc>
        <w:tc>
          <w:tcPr>
            <w:tcW w:w="425" w:type="dxa"/>
            <w:vMerge w:val="restart"/>
            <w:tcBorders>
              <w:right w:val="nil"/>
            </w:tcBorders>
          </w:tcPr>
          <w:p w14:paraId="0144AC66" w14:textId="77777777" w:rsidR="002E29DC" w:rsidRPr="00C240D5" w:rsidRDefault="002E29DC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961" w:type="dxa"/>
            <w:vMerge w:val="restart"/>
            <w:tcBorders>
              <w:left w:val="nil"/>
            </w:tcBorders>
          </w:tcPr>
          <w:p w14:paraId="39A11BDF" w14:textId="292D9E99" w:rsidR="002E29DC" w:rsidRDefault="004868DC" w:rsidP="0064471D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What is the product of prime factors of </w:t>
            </w:r>
            <w:proofErr w:type="gramStart"/>
            <w:r w:rsidR="007862A9">
              <w:rPr>
                <w:rFonts w:ascii="Avenir Book" w:hAnsi="Avenir Book"/>
              </w:rPr>
              <w:t>150</w:t>
            </w:r>
            <w:r>
              <w:rPr>
                <w:rFonts w:ascii="Avenir Book" w:hAnsi="Avenir Book"/>
              </w:rPr>
              <w:t>:</w:t>
            </w:r>
            <w:proofErr w:type="gramEnd"/>
          </w:p>
          <w:p w14:paraId="1F5BE4F2" w14:textId="486D466C" w:rsidR="004868DC" w:rsidRPr="00C240D5" w:rsidRDefault="004868DC" w:rsidP="004868DC">
            <w:pPr>
              <w:spacing w:before="120" w:after="0"/>
              <w:jc w:val="center"/>
              <w:rPr>
                <w:rFonts w:ascii="Avenir Book" w:hAnsi="Avenir Book"/>
              </w:rPr>
            </w:pPr>
          </w:p>
        </w:tc>
      </w:tr>
      <w:tr w:rsidR="002E29DC" w:rsidRPr="00C240D5" w14:paraId="6C58ECA0" w14:textId="77777777" w:rsidTr="000A2CDC">
        <w:trPr>
          <w:trHeight w:val="1832"/>
        </w:trPr>
        <w:tc>
          <w:tcPr>
            <w:tcW w:w="421" w:type="dxa"/>
            <w:tcBorders>
              <w:right w:val="nil"/>
            </w:tcBorders>
          </w:tcPr>
          <w:p w14:paraId="5778F9EA" w14:textId="77777777" w:rsidR="002E29DC" w:rsidRPr="00C240D5" w:rsidRDefault="002E29DC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4394" w:type="dxa"/>
            <w:tcBorders>
              <w:left w:val="nil"/>
            </w:tcBorders>
          </w:tcPr>
          <w:p w14:paraId="6CCD4E74" w14:textId="77777777" w:rsidR="002E29DC" w:rsidRDefault="00B92D21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Estimate the area of the circle:</w:t>
            </w:r>
          </w:p>
          <w:p w14:paraId="708805DA" w14:textId="2958ACFB" w:rsidR="007862A9" w:rsidRPr="00C240D5" w:rsidRDefault="007862A9" w:rsidP="007E2C1A">
            <w:pPr>
              <w:spacing w:before="120" w:after="0"/>
              <w:rPr>
                <w:rFonts w:ascii="Avenir Book" w:hAnsi="Avenir Book"/>
              </w:rPr>
            </w:pPr>
            <w:r w:rsidRPr="007862A9">
              <w:rPr>
                <w:rFonts w:ascii="Avenir Book" w:hAnsi="Avenir Book"/>
              </w:rPr>
              <w:drawing>
                <wp:inline distT="0" distB="0" distL="0" distR="0" wp14:anchorId="49F0D3C7" wp14:editId="7F2CB46E">
                  <wp:extent cx="903605" cy="870866"/>
                  <wp:effectExtent l="0" t="0" r="0" b="571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563" cy="880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vMerge/>
            <w:tcBorders>
              <w:right w:val="nil"/>
            </w:tcBorders>
          </w:tcPr>
          <w:p w14:paraId="2D5582B1" w14:textId="77777777" w:rsidR="002E29DC" w:rsidRPr="00C240D5" w:rsidRDefault="002E29DC" w:rsidP="007E2C1A">
            <w:pPr>
              <w:spacing w:before="120" w:after="0"/>
              <w:rPr>
                <w:rFonts w:ascii="Avenir Book" w:hAnsi="Avenir Book"/>
              </w:rPr>
            </w:pPr>
          </w:p>
        </w:tc>
        <w:tc>
          <w:tcPr>
            <w:tcW w:w="4961" w:type="dxa"/>
            <w:vMerge/>
            <w:tcBorders>
              <w:left w:val="nil"/>
            </w:tcBorders>
          </w:tcPr>
          <w:p w14:paraId="3B05E618" w14:textId="7ED9470F" w:rsidR="002E29DC" w:rsidRPr="00C240D5" w:rsidRDefault="002E29DC" w:rsidP="007E2C1A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66D2EC1E" w14:textId="77777777" w:rsidR="00260C02" w:rsidRDefault="00260C02" w:rsidP="00525119">
      <w:pPr>
        <w:spacing w:after="0"/>
        <w:rPr>
          <w:rFonts w:ascii="Avenir Book" w:hAnsi="Avenir Book"/>
          <w:sz w:val="24"/>
          <w:szCs w:val="24"/>
        </w:rPr>
      </w:pPr>
    </w:p>
    <w:p w14:paraId="59F45FA4" w14:textId="77777777" w:rsidR="00AB09B9" w:rsidRDefault="00AB09B9" w:rsidP="00AB09B9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704320" behindDoc="0" locked="0" layoutInCell="1" allowOverlap="1" wp14:anchorId="03D69B15" wp14:editId="5B081A9E">
            <wp:simplePos x="0" y="0"/>
            <wp:positionH relativeFrom="column">
              <wp:posOffset>6111240</wp:posOffset>
            </wp:positionH>
            <wp:positionV relativeFrom="paragraph">
              <wp:posOffset>3897204</wp:posOffset>
            </wp:positionV>
            <wp:extent cx="572188" cy="401760"/>
            <wp:effectExtent l="0" t="0" r="0" b="508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3296" behindDoc="0" locked="0" layoutInCell="1" allowOverlap="1" wp14:anchorId="60F1FCC2" wp14:editId="3E7A84C1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4" name="Picture 2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2272" behindDoc="0" locked="0" layoutInCell="1" allowOverlap="1" wp14:anchorId="7D43B7A0" wp14:editId="29E87B5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5" name="Picture 2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31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proofErr w:type="gramStart"/>
      <w:r>
        <w:rPr>
          <w:rFonts w:ascii="Segoe Print" w:hAnsi="Segoe Print"/>
          <w:b/>
          <w:sz w:val="24"/>
        </w:rPr>
        <w:t>Non Calculator</w:t>
      </w:r>
      <w:proofErr w:type="gramEnd"/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0F05EC26" w14:textId="77777777" w:rsidR="00AB09B9" w:rsidRDefault="00AB09B9" w:rsidP="00AB09B9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AB09B9" w:rsidRPr="000A63AF" w14:paraId="28FD13C8" w14:textId="77777777" w:rsidTr="00EA5960">
        <w:trPr>
          <w:trHeight w:val="2121"/>
        </w:trPr>
        <w:tc>
          <w:tcPr>
            <w:tcW w:w="421" w:type="dxa"/>
            <w:tcBorders>
              <w:right w:val="nil"/>
            </w:tcBorders>
          </w:tcPr>
          <w:p w14:paraId="714131E9" w14:textId="77777777" w:rsidR="00AB09B9" w:rsidRPr="00C240D5" w:rsidRDefault="00AB09B9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6D24BC1E" w14:textId="77777777" w:rsidR="00AB09B9" w:rsidRPr="000A15D0" w:rsidRDefault="00AB09B9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225DFD">
              <w:rPr>
                <w:rFonts w:ascii="Avenir Book" w:hAnsi="Avenir Book"/>
              </w:rPr>
              <w:drawing>
                <wp:anchor distT="0" distB="0" distL="114300" distR="114300" simplePos="0" relativeHeight="251705344" behindDoc="0" locked="0" layoutInCell="1" allowOverlap="1" wp14:anchorId="56CFDEEA" wp14:editId="7FA7A6F2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61595</wp:posOffset>
                  </wp:positionV>
                  <wp:extent cx="903796" cy="1053296"/>
                  <wp:effectExtent l="0" t="0" r="0" b="1270"/>
                  <wp:wrapSquare wrapText="bothSides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796" cy="1053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</w:rPr>
              <w:t>Calculate the area of the triangle:</w:t>
            </w:r>
          </w:p>
          <w:p w14:paraId="3551AA22" w14:textId="77777777" w:rsidR="00AB09B9" w:rsidRPr="000A15D0" w:rsidRDefault="00AB09B9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8F8AF19" w14:textId="77777777" w:rsidR="00AB09B9" w:rsidRPr="00C240D5" w:rsidRDefault="00AB09B9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17621645" w14:textId="77777777" w:rsidR="00AB09B9" w:rsidRPr="000A63AF" w:rsidRDefault="00AB09B9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hAnsi="Avenir Book"/>
              </w:rPr>
              <w:t>There are 12 girls in a class of 30.  Write the ratio of girls to boys in its simplest form.</w:t>
            </w:r>
          </w:p>
        </w:tc>
      </w:tr>
      <w:tr w:rsidR="00AB09B9" w:rsidRPr="00C240D5" w14:paraId="15D964FE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0FECBAC6" w14:textId="77777777" w:rsidR="00AB09B9" w:rsidRPr="00C240D5" w:rsidRDefault="00AB09B9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07C5EC9D" w14:textId="77777777" w:rsidR="00AB09B9" w:rsidRPr="00C240D5" w:rsidRDefault="00AB09B9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Calculate 23.8 x 32</w:t>
            </w:r>
          </w:p>
        </w:tc>
        <w:tc>
          <w:tcPr>
            <w:tcW w:w="425" w:type="dxa"/>
            <w:vMerge w:val="restart"/>
            <w:tcBorders>
              <w:right w:val="nil"/>
            </w:tcBorders>
          </w:tcPr>
          <w:p w14:paraId="4F12FCBB" w14:textId="77777777" w:rsidR="00AB09B9" w:rsidRPr="00C240D5" w:rsidRDefault="00AB09B9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961" w:type="dxa"/>
            <w:vMerge w:val="restart"/>
            <w:tcBorders>
              <w:left w:val="nil"/>
            </w:tcBorders>
          </w:tcPr>
          <w:p w14:paraId="26766688" w14:textId="77777777" w:rsidR="00AB09B9" w:rsidRDefault="00AB09B9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What is the product of prime factors of </w:t>
            </w:r>
            <w:proofErr w:type="gramStart"/>
            <w:r>
              <w:rPr>
                <w:rFonts w:ascii="Avenir Book" w:hAnsi="Avenir Book"/>
              </w:rPr>
              <w:t>150:</w:t>
            </w:r>
            <w:proofErr w:type="gramEnd"/>
          </w:p>
          <w:p w14:paraId="274825A8" w14:textId="77777777" w:rsidR="00AB09B9" w:rsidRPr="00C240D5" w:rsidRDefault="00AB09B9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</w:p>
        </w:tc>
      </w:tr>
      <w:tr w:rsidR="00AB09B9" w:rsidRPr="00C240D5" w14:paraId="51E2C619" w14:textId="77777777" w:rsidTr="00EA5960">
        <w:trPr>
          <w:trHeight w:val="1832"/>
        </w:trPr>
        <w:tc>
          <w:tcPr>
            <w:tcW w:w="421" w:type="dxa"/>
            <w:tcBorders>
              <w:right w:val="nil"/>
            </w:tcBorders>
          </w:tcPr>
          <w:p w14:paraId="50041846" w14:textId="77777777" w:rsidR="00AB09B9" w:rsidRPr="00C240D5" w:rsidRDefault="00AB09B9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4394" w:type="dxa"/>
            <w:tcBorders>
              <w:left w:val="nil"/>
            </w:tcBorders>
          </w:tcPr>
          <w:p w14:paraId="48241184" w14:textId="77777777" w:rsidR="00AB09B9" w:rsidRDefault="00AB09B9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Estimate the area of the circle:</w:t>
            </w:r>
          </w:p>
          <w:p w14:paraId="2AC0D7DC" w14:textId="77777777" w:rsidR="00AB09B9" w:rsidRPr="00C240D5" w:rsidRDefault="00AB09B9" w:rsidP="00EA5960">
            <w:pPr>
              <w:spacing w:before="120" w:after="0"/>
              <w:rPr>
                <w:rFonts w:ascii="Avenir Book" w:hAnsi="Avenir Book"/>
              </w:rPr>
            </w:pPr>
            <w:r w:rsidRPr="007862A9">
              <w:rPr>
                <w:rFonts w:ascii="Avenir Book" w:hAnsi="Avenir Book"/>
              </w:rPr>
              <w:drawing>
                <wp:inline distT="0" distB="0" distL="0" distR="0" wp14:anchorId="5DBCA05A" wp14:editId="28608213">
                  <wp:extent cx="903605" cy="870866"/>
                  <wp:effectExtent l="0" t="0" r="0" b="571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563" cy="880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vMerge/>
            <w:tcBorders>
              <w:right w:val="nil"/>
            </w:tcBorders>
          </w:tcPr>
          <w:p w14:paraId="4325E3C5" w14:textId="77777777" w:rsidR="00AB09B9" w:rsidRPr="00C240D5" w:rsidRDefault="00AB09B9" w:rsidP="00EA5960">
            <w:pPr>
              <w:spacing w:before="120" w:after="0"/>
              <w:rPr>
                <w:rFonts w:ascii="Avenir Book" w:hAnsi="Avenir Book"/>
              </w:rPr>
            </w:pPr>
          </w:p>
        </w:tc>
        <w:tc>
          <w:tcPr>
            <w:tcW w:w="4961" w:type="dxa"/>
            <w:vMerge/>
            <w:tcBorders>
              <w:left w:val="nil"/>
            </w:tcBorders>
          </w:tcPr>
          <w:p w14:paraId="1F9FD608" w14:textId="77777777" w:rsidR="00AB09B9" w:rsidRPr="00C240D5" w:rsidRDefault="00AB09B9" w:rsidP="00EA5960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480240E3" w14:textId="77777777" w:rsidR="002E5E4B" w:rsidRDefault="002E5E4B" w:rsidP="00260C02">
      <w:pPr>
        <w:spacing w:after="1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2E5E4B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EB2"/>
    <w:rsid w:val="00076D30"/>
    <w:rsid w:val="000A15D0"/>
    <w:rsid w:val="000A2CDC"/>
    <w:rsid w:val="000A43CA"/>
    <w:rsid w:val="000A63AF"/>
    <w:rsid w:val="00164E7B"/>
    <w:rsid w:val="001826A9"/>
    <w:rsid w:val="00187F10"/>
    <w:rsid w:val="001D50D3"/>
    <w:rsid w:val="00213C21"/>
    <w:rsid w:val="00225DFD"/>
    <w:rsid w:val="00243658"/>
    <w:rsid w:val="00260C02"/>
    <w:rsid w:val="002739A9"/>
    <w:rsid w:val="002D5D86"/>
    <w:rsid w:val="002E29DC"/>
    <w:rsid w:val="002E5E4B"/>
    <w:rsid w:val="00333535"/>
    <w:rsid w:val="00374EB2"/>
    <w:rsid w:val="003B2A0C"/>
    <w:rsid w:val="003C159D"/>
    <w:rsid w:val="003F51D8"/>
    <w:rsid w:val="004868DC"/>
    <w:rsid w:val="00505FC9"/>
    <w:rsid w:val="00525119"/>
    <w:rsid w:val="005C0CD0"/>
    <w:rsid w:val="0064471D"/>
    <w:rsid w:val="00705472"/>
    <w:rsid w:val="00730A9F"/>
    <w:rsid w:val="00752273"/>
    <w:rsid w:val="007862A9"/>
    <w:rsid w:val="007B4226"/>
    <w:rsid w:val="007C5701"/>
    <w:rsid w:val="007D3B08"/>
    <w:rsid w:val="007E2C1A"/>
    <w:rsid w:val="0083087C"/>
    <w:rsid w:val="00895DA8"/>
    <w:rsid w:val="008C10F7"/>
    <w:rsid w:val="008E22E3"/>
    <w:rsid w:val="0090117B"/>
    <w:rsid w:val="00944252"/>
    <w:rsid w:val="009659D3"/>
    <w:rsid w:val="00983B9E"/>
    <w:rsid w:val="0099142F"/>
    <w:rsid w:val="00AB09B9"/>
    <w:rsid w:val="00AD3C1A"/>
    <w:rsid w:val="00B92D21"/>
    <w:rsid w:val="00BE7AC9"/>
    <w:rsid w:val="00C1528C"/>
    <w:rsid w:val="00C240D5"/>
    <w:rsid w:val="00C41860"/>
    <w:rsid w:val="00D51195"/>
    <w:rsid w:val="00DB511B"/>
    <w:rsid w:val="00E05DE5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C4DDC"/>
  <w15:docId w15:val="{FACC3C83-A57B-EE48-AAB5-AD24F205C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5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cp:lastPrinted>2019-06-10T18:49:00Z</cp:lastPrinted>
  <dcterms:created xsi:type="dcterms:W3CDTF">2019-06-10T18:52:00Z</dcterms:created>
  <dcterms:modified xsi:type="dcterms:W3CDTF">2019-06-10T19:02:00Z</dcterms:modified>
</cp:coreProperties>
</file>